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7E5622">
        <w:rPr>
          <w:rFonts w:asciiTheme="minorHAnsi" w:hAnsiTheme="minorHAnsi" w:cs="Tahoma"/>
          <w:b/>
          <w:sz w:val="22"/>
          <w:szCs w:val="22"/>
        </w:rPr>
        <w:t>3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8A01A4" w:rsidRPr="008A01A4" w:rsidTr="00821F03">
        <w:tc>
          <w:tcPr>
            <w:tcW w:w="2772" w:type="dxa"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8A01A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8A01A4" w:rsidRPr="007E5622" w:rsidRDefault="007E5622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E5622">
              <w:rPr>
                <w:rFonts w:asciiTheme="minorHAnsi" w:hAnsiTheme="minorHAnsi" w:cs="Arial"/>
                <w:sz w:val="22"/>
                <w:szCs w:val="22"/>
              </w:rPr>
              <w:t>Komplexní úklid Pardubické nemocnice společnosti Nemocnice Pardubického kraje, a.s.</w:t>
            </w:r>
          </w:p>
        </w:tc>
      </w:tr>
      <w:tr w:rsidR="008A01A4" w:rsidRPr="008A01A4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8A01A4" w:rsidTr="00821F03">
        <w:tc>
          <w:tcPr>
            <w:tcW w:w="2772" w:type="dxa"/>
            <w:vMerge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8A01A4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8A01A4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8A01A4" w:rsidDel="001A748D" w:rsidRDefault="008A01A4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8A01A4" w:rsidDel="001A748D" w:rsidTr="00821F03">
        <w:tc>
          <w:tcPr>
            <w:tcW w:w="2772" w:type="dxa"/>
            <w:shd w:val="clear" w:color="auto" w:fill="FFFFFF" w:themeFill="background1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A01A4" w:rsidRPr="008A01A4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8A01A4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7E5622" w:rsidRPr="007E5622">
        <w:rPr>
          <w:rFonts w:asciiTheme="minorHAnsi" w:hAnsiTheme="minorHAnsi"/>
          <w:b/>
          <w:sz w:val="22"/>
          <w:szCs w:val="22"/>
        </w:rPr>
        <w:t>Komplexní úklid Pardubické nemocnice společnosti Nemocnice Pardubického kraje, a.s.</w:t>
      </w:r>
      <w:bookmarkStart w:id="0" w:name="_GoBack"/>
      <w:bookmarkEnd w:id="0"/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8A01A4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8A01A4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9D6189">
      <w:pPr>
        <w:ind w:left="-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E5622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</TotalTime>
  <Pages>1</Pages>
  <Words>184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10</cp:revision>
  <cp:lastPrinted>2008-06-11T13:40:00Z</cp:lastPrinted>
  <dcterms:created xsi:type="dcterms:W3CDTF">2018-10-15T07:28:00Z</dcterms:created>
  <dcterms:modified xsi:type="dcterms:W3CDTF">2019-03-18T11:18:00Z</dcterms:modified>
</cp:coreProperties>
</file>